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202ECA" w:rsidR="003F3B5A" w:rsidP="0075355C" w:rsidRDefault="003F3B5A" w14:paraId="224820D3" w14:textId="77777777">
      <w:pPr>
        <w:spacing w:after="0" w:line="240" w:lineRule="auto"/>
        <w:rPr>
          <w:rFonts w:ascii="Garamond" w:hAnsi="Garamond"/>
          <w:i/>
          <w:sz w:val="24"/>
          <w:szCs w:val="24"/>
        </w:rPr>
      </w:pPr>
    </w:p>
    <w:p w:rsidRPr="00202ECA" w:rsidR="00202ECA" w:rsidP="548054B2" w:rsidRDefault="00387486" w14:paraId="224820D4" w14:textId="4AEBB0DF">
      <w:pPr>
        <w:spacing w:after="0" w:line="240" w:lineRule="auto"/>
        <w:jc w:val="right"/>
        <w:rPr>
          <w:rFonts w:ascii="Garamond" w:hAnsi="Garamond"/>
          <w:i w:val="1"/>
          <w:iCs w:val="1"/>
          <w:sz w:val="24"/>
          <w:szCs w:val="24"/>
        </w:rPr>
      </w:pPr>
      <w:r w:rsidRPr="548054B2" w:rsidR="00387486">
        <w:rPr>
          <w:rFonts w:ascii="Garamond" w:hAnsi="Garamond"/>
          <w:i w:val="1"/>
          <w:iCs w:val="1"/>
          <w:sz w:val="24"/>
          <w:szCs w:val="24"/>
        </w:rPr>
        <w:t xml:space="preserve">tandardrapport </w:t>
      </w:r>
      <w:r w:rsidRPr="548054B2" w:rsidR="00202ECA">
        <w:rPr>
          <w:rFonts w:ascii="Garamond" w:hAnsi="Garamond"/>
          <w:i w:val="1"/>
          <w:iCs w:val="1"/>
          <w:sz w:val="24"/>
          <w:szCs w:val="24"/>
        </w:rPr>
        <w:t>- Bilag</w:t>
      </w:r>
    </w:p>
    <w:p w:rsidRPr="00202ECA" w:rsidR="00202ECA" w:rsidP="00F50318" w:rsidRDefault="00202ECA" w14:paraId="224820D5" w14:textId="77777777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202ECA">
        <w:rPr>
          <w:rFonts w:ascii="Garamond" w:hAnsi="Garamond"/>
          <w:b/>
          <w:sz w:val="24"/>
          <w:szCs w:val="24"/>
        </w:rPr>
        <w:t>Online væddemål</w:t>
      </w:r>
    </w:p>
    <w:p w:rsidRPr="00202ECA" w:rsidR="00202ECA" w:rsidP="00F50318" w:rsidRDefault="00202ECA" w14:paraId="224820D6" w14:textId="3CA6DB54">
      <w:pPr>
        <w:jc w:val="right"/>
        <w:rPr>
          <w:rFonts w:ascii="Garamond" w:hAnsi="Garamond"/>
          <w:b/>
          <w:sz w:val="20"/>
          <w:szCs w:val="20"/>
        </w:rPr>
      </w:pPr>
      <w:r w:rsidRPr="00202ECA">
        <w:rPr>
          <w:rFonts w:ascii="Garamond" w:hAnsi="Garamond"/>
          <w:b/>
          <w:sz w:val="20"/>
          <w:szCs w:val="20"/>
        </w:rPr>
        <w:t>Inspektionsstandarder - SCP.02.01.DK</w:t>
      </w:r>
    </w:p>
    <w:p w:rsidRPr="00202ECA" w:rsidR="003F3B5A" w:rsidP="0075355C" w:rsidRDefault="003F3B5A" w14:paraId="224820D7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E3817" w:rsidP="0075355C" w:rsidRDefault="003E3817" w14:paraId="224820D8" w14:textId="77777777">
      <w:pPr>
        <w:spacing w:after="0" w:line="240" w:lineRule="auto"/>
        <w:rPr>
          <w:rFonts w:ascii="Garamond" w:hAnsi="Garamond"/>
          <w:b/>
          <w:sz w:val="20"/>
          <w:szCs w:val="20"/>
        </w:rPr>
      </w:pPr>
    </w:p>
    <w:p w:rsidRPr="003F3B5A" w:rsidR="003F3B5A" w:rsidP="003F3B5A" w:rsidRDefault="00F50318" w14:paraId="224820D9" w14:textId="75746A64">
      <w:pPr>
        <w:pBdr>
          <w:bottom w:val="single" w:color="auto" w:sz="18" w:space="1"/>
        </w:pBd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Bilag til s</w:t>
      </w:r>
      <w:r w:rsidRPr="003F3B5A" w:rsidR="003F3B5A">
        <w:rPr>
          <w:rFonts w:ascii="Garamond" w:hAnsi="Garamond"/>
          <w:sz w:val="24"/>
          <w:szCs w:val="24"/>
        </w:rPr>
        <w:t xml:space="preserve">tandardrapport </w:t>
      </w:r>
      <w:r w:rsidR="00315069">
        <w:rPr>
          <w:rFonts w:ascii="Garamond" w:hAnsi="Garamond"/>
          <w:sz w:val="24"/>
          <w:szCs w:val="24"/>
        </w:rPr>
        <w:t>til</w:t>
      </w:r>
      <w:bookmarkStart w:name="_GoBack" w:id="0"/>
      <w:bookmarkEnd w:id="0"/>
      <w:r w:rsidRPr="003F3B5A" w:rsidR="003F3B5A">
        <w:rPr>
          <w:rFonts w:ascii="Garamond" w:hAnsi="Garamond"/>
          <w:sz w:val="24"/>
          <w:szCs w:val="24"/>
        </w:rPr>
        <w:t xml:space="preserve"> </w:t>
      </w:r>
      <w:r w:rsidR="0045028E">
        <w:rPr>
          <w:rFonts w:ascii="Garamond" w:hAnsi="Garamond"/>
          <w:sz w:val="24"/>
          <w:szCs w:val="24"/>
        </w:rPr>
        <w:t>inspektions</w:t>
      </w:r>
      <w:r w:rsidRPr="003F3B5A" w:rsidR="003F3B5A">
        <w:rPr>
          <w:rFonts w:ascii="Garamond" w:hAnsi="Garamond"/>
          <w:sz w:val="24"/>
          <w:szCs w:val="24"/>
        </w:rPr>
        <w:t>sta</w:t>
      </w:r>
      <w:r w:rsidR="0061031C">
        <w:rPr>
          <w:rFonts w:ascii="Garamond" w:hAnsi="Garamond"/>
          <w:sz w:val="24"/>
          <w:szCs w:val="24"/>
        </w:rPr>
        <w:t>ndarder for online væddemål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2"/>
        <w:gridCol w:w="6853"/>
      </w:tblGrid>
      <w:tr w:rsidRPr="003F3B5A" w:rsidR="003F3B5A" w:rsidTr="004C1189" w14:paraId="224820DD" w14:textId="77777777">
        <w:tc>
          <w:tcPr>
            <w:tcW w:w="1134" w:type="dxa"/>
          </w:tcPr>
          <w:p w:rsidRPr="003F3B5A" w:rsidR="003F3B5A" w:rsidP="003F3B5A" w:rsidRDefault="003F3B5A" w14:paraId="224820DA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:rsidRPr="003F3B5A" w:rsidR="003F3B5A" w:rsidP="003F3B5A" w:rsidRDefault="003F3B5A" w14:paraId="224820DB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:rsidRPr="003F3B5A" w:rsidR="003F3B5A" w:rsidP="003F3B5A" w:rsidRDefault="003F3B5A" w14:paraId="224820DC" w14:textId="777777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3F3B5A">
              <w:rPr>
                <w:rFonts w:ascii="Garamond" w:hAnsi="Garamond"/>
                <w:b/>
                <w:sz w:val="24"/>
                <w:szCs w:val="24"/>
              </w:rPr>
              <w:t>Bemærkninger</w:t>
            </w:r>
          </w:p>
        </w:tc>
      </w:tr>
      <w:tr w:rsidRPr="003F3B5A" w:rsidR="003F3B5A" w:rsidTr="004C1189" w14:paraId="224820E2" w14:textId="77777777">
        <w:tc>
          <w:tcPr>
            <w:tcW w:w="1134" w:type="dxa"/>
          </w:tcPr>
          <w:p w:rsidRPr="003F3B5A" w:rsidR="003F3B5A" w:rsidP="003F3B5A" w:rsidRDefault="003F3B5A" w14:paraId="224820D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0D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0E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0E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0E7" w14:textId="77777777">
        <w:tc>
          <w:tcPr>
            <w:tcW w:w="1134" w:type="dxa"/>
          </w:tcPr>
          <w:p w:rsidRPr="003F3B5A" w:rsidR="003F3B5A" w:rsidP="003F3B5A" w:rsidRDefault="003F3B5A" w14:paraId="224820E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0E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0E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0E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0EC" w14:textId="77777777">
        <w:tc>
          <w:tcPr>
            <w:tcW w:w="1134" w:type="dxa"/>
          </w:tcPr>
          <w:p w:rsidRPr="003F3B5A" w:rsidR="003F3B5A" w:rsidP="003F3B5A" w:rsidRDefault="003F3B5A" w14:paraId="224820E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0E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0E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0E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0F1" w14:textId="77777777">
        <w:tc>
          <w:tcPr>
            <w:tcW w:w="1134" w:type="dxa"/>
          </w:tcPr>
          <w:p w:rsidRPr="003F3B5A" w:rsidR="003F3B5A" w:rsidP="003F3B5A" w:rsidRDefault="003F3B5A" w14:paraId="224820E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0E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0E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0F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0F6" w14:textId="77777777">
        <w:tc>
          <w:tcPr>
            <w:tcW w:w="1134" w:type="dxa"/>
          </w:tcPr>
          <w:p w:rsidRPr="003F3B5A" w:rsidR="003F3B5A" w:rsidP="003F3B5A" w:rsidRDefault="003F3B5A" w14:paraId="224820F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0F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0F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0F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0FB" w14:textId="77777777">
        <w:tc>
          <w:tcPr>
            <w:tcW w:w="1134" w:type="dxa"/>
          </w:tcPr>
          <w:p w:rsidRPr="003F3B5A" w:rsidR="003F3B5A" w:rsidP="003F3B5A" w:rsidRDefault="003F3B5A" w14:paraId="224820F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0F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0F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0F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100" w14:textId="77777777">
        <w:tc>
          <w:tcPr>
            <w:tcW w:w="1134" w:type="dxa"/>
          </w:tcPr>
          <w:p w:rsidRPr="003F3B5A" w:rsidR="003F3B5A" w:rsidP="003F3B5A" w:rsidRDefault="003F3B5A" w14:paraId="224820F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0F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0F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0F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105" w14:textId="77777777">
        <w:tc>
          <w:tcPr>
            <w:tcW w:w="1134" w:type="dxa"/>
          </w:tcPr>
          <w:p w:rsidRPr="003F3B5A" w:rsidR="003F3B5A" w:rsidP="003F3B5A" w:rsidRDefault="003F3B5A" w14:paraId="2248210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10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10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10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10B" w14:textId="77777777">
        <w:tc>
          <w:tcPr>
            <w:tcW w:w="1134" w:type="dxa"/>
          </w:tcPr>
          <w:p w:rsidRPr="003F3B5A" w:rsidR="003F3B5A" w:rsidP="003F3B5A" w:rsidRDefault="003F3B5A" w14:paraId="2248210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10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10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10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10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110" w14:textId="77777777">
        <w:tc>
          <w:tcPr>
            <w:tcW w:w="1134" w:type="dxa"/>
          </w:tcPr>
          <w:p w:rsidRPr="003F3B5A" w:rsidR="003F3B5A" w:rsidP="003F3B5A" w:rsidRDefault="003F3B5A" w14:paraId="2248210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10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10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10F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115" w14:textId="77777777">
        <w:tc>
          <w:tcPr>
            <w:tcW w:w="1134" w:type="dxa"/>
          </w:tcPr>
          <w:p w:rsidRPr="003F3B5A" w:rsidR="003F3B5A" w:rsidP="003F3B5A" w:rsidRDefault="003F3B5A" w14:paraId="2248211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11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11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114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11A" w14:textId="77777777">
        <w:tc>
          <w:tcPr>
            <w:tcW w:w="1134" w:type="dxa"/>
          </w:tcPr>
          <w:p w:rsidRPr="003F3B5A" w:rsidR="003F3B5A" w:rsidP="003F3B5A" w:rsidRDefault="003F3B5A" w14:paraId="2248211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11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11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119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11F" w14:textId="77777777">
        <w:tc>
          <w:tcPr>
            <w:tcW w:w="1134" w:type="dxa"/>
          </w:tcPr>
          <w:p w:rsidRPr="003F3B5A" w:rsidR="003F3B5A" w:rsidP="003F3B5A" w:rsidRDefault="003F3B5A" w14:paraId="2248211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11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11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11E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124" w14:textId="77777777">
        <w:tc>
          <w:tcPr>
            <w:tcW w:w="1134" w:type="dxa"/>
          </w:tcPr>
          <w:p w:rsidRPr="003F3B5A" w:rsidR="003F3B5A" w:rsidP="003F3B5A" w:rsidRDefault="003F3B5A" w14:paraId="22482120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121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122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123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129" w14:textId="77777777">
        <w:tc>
          <w:tcPr>
            <w:tcW w:w="1134" w:type="dxa"/>
          </w:tcPr>
          <w:p w:rsidRPr="003F3B5A" w:rsidR="003F3B5A" w:rsidP="003F3B5A" w:rsidRDefault="003F3B5A" w14:paraId="22482125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126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127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128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Pr="003F3B5A" w:rsidR="003F3B5A" w:rsidTr="004C1189" w14:paraId="2248212E" w14:textId="77777777">
        <w:tc>
          <w:tcPr>
            <w:tcW w:w="1134" w:type="dxa"/>
          </w:tcPr>
          <w:p w:rsidRPr="003F3B5A" w:rsidR="003F3B5A" w:rsidP="003F3B5A" w:rsidRDefault="003F3B5A" w14:paraId="2248212A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:rsidRPr="003F3B5A" w:rsidR="003F3B5A" w:rsidP="003F3B5A" w:rsidRDefault="003F3B5A" w14:paraId="2248212B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3F3B5A" w:rsidR="003F3B5A" w:rsidP="003F3B5A" w:rsidRDefault="003F3B5A" w14:paraId="2248212C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3F3B5A" w:rsidR="003F3B5A" w:rsidP="003F3B5A" w:rsidRDefault="003F3B5A" w14:paraId="2248212D" w14:textId="77777777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Pr="00202ECA" w:rsidR="006B30A9" w:rsidP="007D1B65" w:rsidRDefault="006B30A9" w14:paraId="2248212F" w14:textId="77777777">
      <w:pPr>
        <w:spacing w:after="0" w:line="280" w:lineRule="atLeast"/>
        <w:rPr>
          <w:rFonts w:ascii="Garamond" w:hAnsi="Garamond"/>
        </w:rPr>
      </w:pPr>
    </w:p>
    <w:sectPr w:rsidRPr="00202ECA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759" w:rsidP="009E4B94" w:rsidRDefault="00E82759" w14:paraId="22482132" w14:textId="77777777">
      <w:pPr>
        <w:spacing w:line="240" w:lineRule="auto"/>
      </w:pPr>
      <w:r>
        <w:separator/>
      </w:r>
    </w:p>
  </w:endnote>
  <w:endnote w:type="continuationSeparator" w:id="0">
    <w:p w:rsidR="00E82759" w:rsidP="009E4B94" w:rsidRDefault="00E82759" w14:paraId="22482133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22482134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2482137" wp14:editId="22482138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2248213F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22482139" wp14:editId="2248213A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22482136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2248213D" wp14:editId="2248213E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759" w:rsidP="009E4B94" w:rsidRDefault="00E82759" w14:paraId="22482130" w14:textId="77777777">
      <w:pPr>
        <w:spacing w:line="240" w:lineRule="auto"/>
      </w:pPr>
      <w:r>
        <w:separator/>
      </w:r>
    </w:p>
  </w:footnote>
  <w:footnote w:type="continuationSeparator" w:id="0">
    <w:p w:rsidR="00E82759" w:rsidP="009E4B94" w:rsidRDefault="00E82759" w14:paraId="22482131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22482135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2248213B" wp14:editId="2248213C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0898"/>
    <w:rsid w:val="0026468A"/>
    <w:rsid w:val="00267514"/>
    <w:rsid w:val="00286EDF"/>
    <w:rsid w:val="002950F7"/>
    <w:rsid w:val="002C258E"/>
    <w:rsid w:val="002E30A1"/>
    <w:rsid w:val="002E6B15"/>
    <w:rsid w:val="002E74A4"/>
    <w:rsid w:val="002E76B5"/>
    <w:rsid w:val="003075A8"/>
    <w:rsid w:val="00315069"/>
    <w:rsid w:val="00320F99"/>
    <w:rsid w:val="00324932"/>
    <w:rsid w:val="00351C70"/>
    <w:rsid w:val="00387486"/>
    <w:rsid w:val="003965DD"/>
    <w:rsid w:val="003A223D"/>
    <w:rsid w:val="003A4AC8"/>
    <w:rsid w:val="003B35B0"/>
    <w:rsid w:val="003C144F"/>
    <w:rsid w:val="003C4F9F"/>
    <w:rsid w:val="003C60F1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028E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23D0"/>
    <w:rsid w:val="00563829"/>
    <w:rsid w:val="005A28D4"/>
    <w:rsid w:val="005C5F97"/>
    <w:rsid w:val="005F1580"/>
    <w:rsid w:val="005F3493"/>
    <w:rsid w:val="005F3ED8"/>
    <w:rsid w:val="0061031C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355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82759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0318"/>
    <w:rsid w:val="00F540A8"/>
    <w:rsid w:val="00F6027B"/>
    <w:rsid w:val="00F90CFD"/>
    <w:rsid w:val="00FA6475"/>
    <w:rsid w:val="00FB1CDC"/>
    <w:rsid w:val="00FC3F8C"/>
    <w:rsid w:val="00FC46EA"/>
    <w:rsid w:val="00FC6B3E"/>
    <w:rsid w:val="00FC7F59"/>
    <w:rsid w:val="00FD096E"/>
    <w:rsid w:val="00FE112F"/>
    <w:rsid w:val="00FE2C9C"/>
    <w:rsid w:val="00FF1AA2"/>
    <w:rsid w:val="00FF69B8"/>
    <w:rsid w:val="5480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4820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7FA3CC-BC86-43CD-BAAB-1DE8FDB21E18}">
  <ds:schemaRefs>
    <ds:schemaRef ds:uri="http://purl.org/dc/terms/"/>
    <ds:schemaRef ds:uri="http://schemas.microsoft.com/office/2006/documentManagement/types"/>
    <ds:schemaRef ds:uri="0ec4ba45-9d27-40ef-892e-bb0fb3b5584a"/>
    <ds:schemaRef ds:uri="b63ed618-bf3e-4954-a830-28dd24904e9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a2e91a90-2021-4a92-9a86-3e9429d92a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5C2661-0006-4CD7-A147-F1225F31360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2E04A3D-47A1-4CCC-BE94-6E126584F1B7}"/>
</file>

<file path=customXml/itemProps4.xml><?xml version="1.0" encoding="utf-8"?>
<ds:datastoreItem xmlns:ds="http://schemas.openxmlformats.org/officeDocument/2006/customXml" ds:itemID="{0F8C0339-48DC-45B7-8F29-C894BA7AFB6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2015-02-03T11:42:00.0000000Z</dcterms:created>
  <dcterms:modified xsi:type="dcterms:W3CDTF">2022-05-06T10:30:02.7823758Z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b0a5d141-c987-4aa3-92d7-c7ca9ef5cb07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75100</vt:r8>
  </property>
  <property fmtid="{D5CDD505-2E9C-101B-9397-08002B2CF9AE}" pid="11" name="c4580793a064430d83bbd30c718157a9">
    <vt:lpwstr/>
  </property>
</Properties>
</file>